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8"/>
        <w:gridCol w:w="4479"/>
      </w:tblGrid>
      <w:tr w:rsidR="003B62AF" w:rsidTr="003B62AF">
        <w:trPr>
          <w:trHeight w:val="683"/>
        </w:trPr>
        <w:tc>
          <w:tcPr>
            <w:tcW w:w="4478" w:type="dxa"/>
          </w:tcPr>
          <w:p w:rsidR="003B62AF" w:rsidRPr="003B62AF" w:rsidRDefault="003B62AF" w:rsidP="003B62AF">
            <w:r>
              <w:t>Title</w:t>
            </w:r>
          </w:p>
        </w:tc>
        <w:tc>
          <w:tcPr>
            <w:tcW w:w="4479" w:type="dxa"/>
          </w:tcPr>
          <w:p w:rsidR="003B62AF" w:rsidRDefault="003B62AF" w:rsidP="0053466B">
            <w:r>
              <w:t>Author</w:t>
            </w:r>
          </w:p>
          <w:p w:rsidR="003B62AF" w:rsidRDefault="003B62AF" w:rsidP="0053466B"/>
          <w:p w:rsidR="003B62AF" w:rsidRDefault="003B62AF" w:rsidP="003B62AF"/>
        </w:tc>
      </w:tr>
      <w:tr w:rsidR="003B62AF" w:rsidTr="003B62AF">
        <w:trPr>
          <w:trHeight w:val="683"/>
        </w:trPr>
        <w:tc>
          <w:tcPr>
            <w:tcW w:w="4478" w:type="dxa"/>
          </w:tcPr>
          <w:p w:rsidR="003B62AF" w:rsidRDefault="003B62AF" w:rsidP="003B62AF">
            <w:r>
              <w:t>Type of work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</w:tc>
        <w:tc>
          <w:tcPr>
            <w:tcW w:w="4479" w:type="dxa"/>
          </w:tcPr>
          <w:p w:rsidR="003B62AF" w:rsidRDefault="003B62AF" w:rsidP="0053466B">
            <w:r>
              <w:t>Setting</w:t>
            </w:r>
          </w:p>
          <w:p w:rsidR="003B62AF" w:rsidRDefault="003B62AF" w:rsidP="0053466B"/>
        </w:tc>
      </w:tr>
      <w:tr w:rsidR="003B62AF" w:rsidTr="003B62AF">
        <w:trPr>
          <w:trHeight w:val="683"/>
        </w:trPr>
        <w:tc>
          <w:tcPr>
            <w:tcW w:w="4478" w:type="dxa"/>
          </w:tcPr>
          <w:p w:rsidR="003B62AF" w:rsidRDefault="003B62AF" w:rsidP="003B62AF">
            <w:r>
              <w:t>Protagonists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</w:tc>
        <w:tc>
          <w:tcPr>
            <w:tcW w:w="4479" w:type="dxa"/>
          </w:tcPr>
          <w:p w:rsidR="003B62AF" w:rsidRDefault="003B62AF" w:rsidP="0053466B">
            <w:r>
              <w:t>Antagonists</w:t>
            </w:r>
          </w:p>
          <w:p w:rsidR="003B62AF" w:rsidRDefault="003B62AF" w:rsidP="0053466B"/>
          <w:p w:rsidR="003B62AF" w:rsidRDefault="003B62AF" w:rsidP="0053466B"/>
        </w:tc>
      </w:tr>
      <w:tr w:rsidR="003B62AF" w:rsidTr="003B62AF">
        <w:trPr>
          <w:trHeight w:val="735"/>
        </w:trPr>
        <w:tc>
          <w:tcPr>
            <w:tcW w:w="8957" w:type="dxa"/>
            <w:gridSpan w:val="2"/>
          </w:tcPr>
          <w:p w:rsidR="003B62AF" w:rsidRDefault="003B62AF" w:rsidP="003B62AF">
            <w:r>
              <w:t>Supporting characters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</w:tc>
      </w:tr>
      <w:tr w:rsidR="003B62AF" w:rsidTr="003B62AF">
        <w:trPr>
          <w:trHeight w:val="683"/>
        </w:trPr>
        <w:tc>
          <w:tcPr>
            <w:tcW w:w="8957" w:type="dxa"/>
            <w:gridSpan w:val="2"/>
          </w:tcPr>
          <w:p w:rsidR="003B62AF" w:rsidRDefault="003B62AF" w:rsidP="003B62AF">
            <w:r>
              <w:t>Plot/problem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</w:tc>
      </w:tr>
      <w:tr w:rsidR="003B62AF" w:rsidTr="003B62AF">
        <w:trPr>
          <w:trHeight w:val="683"/>
        </w:trPr>
        <w:tc>
          <w:tcPr>
            <w:tcW w:w="8957" w:type="dxa"/>
            <w:gridSpan w:val="2"/>
          </w:tcPr>
          <w:p w:rsidR="003B62AF" w:rsidRDefault="003B62AF" w:rsidP="003B62AF">
            <w:r>
              <w:t>Resolution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</w:tc>
      </w:tr>
      <w:tr w:rsidR="003B62AF" w:rsidTr="003B62AF">
        <w:trPr>
          <w:trHeight w:val="735"/>
        </w:trPr>
        <w:tc>
          <w:tcPr>
            <w:tcW w:w="8957" w:type="dxa"/>
            <w:gridSpan w:val="2"/>
            <w:vAlign w:val="center"/>
          </w:tcPr>
          <w:p w:rsidR="003B62AF" w:rsidRPr="003B62AF" w:rsidRDefault="003B62AF" w:rsidP="003B62AF">
            <w:pPr>
              <w:rPr>
                <w:u w:val="single"/>
              </w:rPr>
            </w:pPr>
            <w:r w:rsidRPr="003B62AF">
              <w:rPr>
                <w:u w:val="single"/>
              </w:rPr>
              <w:t>OTHER</w:t>
            </w:r>
          </w:p>
        </w:tc>
      </w:tr>
      <w:tr w:rsidR="003B62AF" w:rsidTr="003B62AF">
        <w:trPr>
          <w:trHeight w:val="683"/>
        </w:trPr>
        <w:tc>
          <w:tcPr>
            <w:tcW w:w="8957" w:type="dxa"/>
            <w:gridSpan w:val="2"/>
            <w:vAlign w:val="center"/>
          </w:tcPr>
          <w:p w:rsidR="003B62AF" w:rsidRDefault="003B62AF" w:rsidP="003B62AF">
            <w:r>
              <w:t>Conflicts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</w:tc>
      </w:tr>
      <w:tr w:rsidR="003B62AF" w:rsidTr="003B62AF">
        <w:trPr>
          <w:trHeight w:val="735"/>
        </w:trPr>
        <w:tc>
          <w:tcPr>
            <w:tcW w:w="8957" w:type="dxa"/>
            <w:gridSpan w:val="2"/>
            <w:vAlign w:val="center"/>
          </w:tcPr>
          <w:p w:rsidR="003B62AF" w:rsidRDefault="003B62AF" w:rsidP="003B62AF">
            <w:r>
              <w:t>Key Quotes</w:t>
            </w:r>
            <w:r>
              <w:t xml:space="preserve"> and </w:t>
            </w:r>
            <w:r>
              <w:t>Themes</w:t>
            </w:r>
          </w:p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  <w:p w:rsidR="003B62AF" w:rsidRDefault="003B62AF" w:rsidP="003B62AF"/>
        </w:tc>
      </w:tr>
    </w:tbl>
    <w:p w:rsidR="00EF637F" w:rsidRDefault="00EF637F"/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8"/>
        <w:gridCol w:w="4479"/>
      </w:tblGrid>
      <w:tr w:rsidR="003B62AF" w:rsidTr="0053466B">
        <w:trPr>
          <w:trHeight w:val="683"/>
        </w:trPr>
        <w:tc>
          <w:tcPr>
            <w:tcW w:w="4478" w:type="dxa"/>
          </w:tcPr>
          <w:p w:rsidR="003B62AF" w:rsidRPr="003B62AF" w:rsidRDefault="003B62AF" w:rsidP="0053466B">
            <w:r>
              <w:lastRenderedPageBreak/>
              <w:t>Title</w:t>
            </w:r>
          </w:p>
        </w:tc>
        <w:tc>
          <w:tcPr>
            <w:tcW w:w="4479" w:type="dxa"/>
          </w:tcPr>
          <w:p w:rsidR="003B62AF" w:rsidRDefault="003B62AF" w:rsidP="0053466B">
            <w:r>
              <w:t>Author</w:t>
            </w:r>
          </w:p>
          <w:p w:rsidR="003B62AF" w:rsidRDefault="003B62AF" w:rsidP="0053466B"/>
          <w:p w:rsidR="003B62AF" w:rsidRDefault="003B62AF" w:rsidP="0053466B"/>
        </w:tc>
      </w:tr>
      <w:tr w:rsidR="003B62AF" w:rsidTr="0053466B">
        <w:trPr>
          <w:trHeight w:val="683"/>
        </w:trPr>
        <w:tc>
          <w:tcPr>
            <w:tcW w:w="4478" w:type="dxa"/>
          </w:tcPr>
          <w:p w:rsidR="003B62AF" w:rsidRDefault="003B62AF" w:rsidP="0053466B">
            <w:r>
              <w:t>Type of work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</w:tc>
        <w:tc>
          <w:tcPr>
            <w:tcW w:w="4479" w:type="dxa"/>
          </w:tcPr>
          <w:p w:rsidR="003B62AF" w:rsidRDefault="003B62AF" w:rsidP="0053466B">
            <w:r>
              <w:t>Setting</w:t>
            </w:r>
          </w:p>
          <w:p w:rsidR="003B62AF" w:rsidRDefault="003B62AF" w:rsidP="0053466B"/>
        </w:tc>
      </w:tr>
      <w:tr w:rsidR="003B62AF" w:rsidTr="0053466B">
        <w:trPr>
          <w:trHeight w:val="683"/>
        </w:trPr>
        <w:tc>
          <w:tcPr>
            <w:tcW w:w="4478" w:type="dxa"/>
          </w:tcPr>
          <w:p w:rsidR="003B62AF" w:rsidRDefault="003B62AF" w:rsidP="0053466B">
            <w:r>
              <w:t>Protagonists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</w:tc>
        <w:tc>
          <w:tcPr>
            <w:tcW w:w="4479" w:type="dxa"/>
          </w:tcPr>
          <w:p w:rsidR="003B62AF" w:rsidRDefault="003B62AF" w:rsidP="0053466B">
            <w:r>
              <w:t>Antagonists</w:t>
            </w:r>
          </w:p>
          <w:p w:rsidR="003B62AF" w:rsidRDefault="003B62AF" w:rsidP="0053466B"/>
          <w:p w:rsidR="003B62AF" w:rsidRDefault="003B62AF" w:rsidP="0053466B"/>
        </w:tc>
      </w:tr>
      <w:tr w:rsidR="003B62AF" w:rsidTr="0053466B">
        <w:trPr>
          <w:trHeight w:val="735"/>
        </w:trPr>
        <w:tc>
          <w:tcPr>
            <w:tcW w:w="8957" w:type="dxa"/>
            <w:gridSpan w:val="2"/>
          </w:tcPr>
          <w:p w:rsidR="003B62AF" w:rsidRDefault="003B62AF" w:rsidP="0053466B">
            <w:r>
              <w:t>Supporting characters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</w:tc>
      </w:tr>
      <w:tr w:rsidR="003B62AF" w:rsidTr="0053466B">
        <w:trPr>
          <w:trHeight w:val="683"/>
        </w:trPr>
        <w:tc>
          <w:tcPr>
            <w:tcW w:w="8957" w:type="dxa"/>
            <w:gridSpan w:val="2"/>
          </w:tcPr>
          <w:p w:rsidR="003B62AF" w:rsidRDefault="003B62AF" w:rsidP="0053466B">
            <w:r>
              <w:t>Plot/problem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</w:tc>
      </w:tr>
      <w:tr w:rsidR="003B62AF" w:rsidTr="0053466B">
        <w:trPr>
          <w:trHeight w:val="683"/>
        </w:trPr>
        <w:tc>
          <w:tcPr>
            <w:tcW w:w="8957" w:type="dxa"/>
            <w:gridSpan w:val="2"/>
          </w:tcPr>
          <w:p w:rsidR="003B62AF" w:rsidRDefault="003B62AF" w:rsidP="0053466B">
            <w:r>
              <w:t>Resolution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</w:tc>
      </w:tr>
      <w:tr w:rsidR="003B62AF" w:rsidTr="0053466B">
        <w:trPr>
          <w:trHeight w:val="735"/>
        </w:trPr>
        <w:tc>
          <w:tcPr>
            <w:tcW w:w="8957" w:type="dxa"/>
            <w:gridSpan w:val="2"/>
            <w:vAlign w:val="center"/>
          </w:tcPr>
          <w:p w:rsidR="003B62AF" w:rsidRPr="003B62AF" w:rsidRDefault="003B62AF" w:rsidP="0053466B">
            <w:pPr>
              <w:rPr>
                <w:u w:val="single"/>
              </w:rPr>
            </w:pPr>
            <w:r w:rsidRPr="003B62AF">
              <w:rPr>
                <w:u w:val="single"/>
              </w:rPr>
              <w:t>OTHER</w:t>
            </w:r>
          </w:p>
        </w:tc>
      </w:tr>
      <w:tr w:rsidR="003B62AF" w:rsidTr="0053466B">
        <w:trPr>
          <w:trHeight w:val="683"/>
        </w:trPr>
        <w:tc>
          <w:tcPr>
            <w:tcW w:w="8957" w:type="dxa"/>
            <w:gridSpan w:val="2"/>
            <w:vAlign w:val="center"/>
          </w:tcPr>
          <w:p w:rsidR="003B62AF" w:rsidRDefault="003B62AF" w:rsidP="0053466B">
            <w:r>
              <w:t>Conflicts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</w:tc>
      </w:tr>
      <w:tr w:rsidR="003B62AF" w:rsidTr="0053466B">
        <w:trPr>
          <w:trHeight w:val="735"/>
        </w:trPr>
        <w:tc>
          <w:tcPr>
            <w:tcW w:w="8957" w:type="dxa"/>
            <w:gridSpan w:val="2"/>
            <w:vAlign w:val="center"/>
          </w:tcPr>
          <w:p w:rsidR="003B62AF" w:rsidRDefault="003B62AF" w:rsidP="0053466B">
            <w:r>
              <w:t>Key Quotes and Themes</w:t>
            </w:r>
          </w:p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  <w:p w:rsidR="003B62AF" w:rsidRDefault="003B62AF" w:rsidP="0053466B"/>
        </w:tc>
      </w:tr>
    </w:tbl>
    <w:p w:rsidR="003B62AF" w:rsidRDefault="003B62AF"/>
    <w:sectPr w:rsidR="003B62AF" w:rsidSect="00B25AEA">
      <w:headerReference w:type="default" r:id="rId6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2AF" w:rsidRDefault="003B62AF" w:rsidP="003B62AF">
      <w:r>
        <w:separator/>
      </w:r>
    </w:p>
  </w:endnote>
  <w:endnote w:type="continuationSeparator" w:id="0">
    <w:p w:rsidR="003B62AF" w:rsidRDefault="003B62AF" w:rsidP="003B6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2AF" w:rsidRDefault="003B62AF" w:rsidP="003B62AF">
      <w:r>
        <w:separator/>
      </w:r>
    </w:p>
  </w:footnote>
  <w:footnote w:type="continuationSeparator" w:id="0">
    <w:p w:rsidR="003B62AF" w:rsidRDefault="003B62AF" w:rsidP="003B6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2AF" w:rsidRDefault="003B62AF" w:rsidP="003B62AF">
    <w:pPr>
      <w:pStyle w:val="Header"/>
      <w:jc w:val="center"/>
    </w:pPr>
    <w:r>
      <w:t>A.P. Literature Exam Study Guide for Essay Question #3</w:t>
    </w:r>
  </w:p>
  <w:p w:rsidR="003B62AF" w:rsidRDefault="003B62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62AF"/>
    <w:rsid w:val="003B62AF"/>
    <w:rsid w:val="004B23DD"/>
    <w:rsid w:val="0069297D"/>
    <w:rsid w:val="00786FB5"/>
    <w:rsid w:val="00A50E61"/>
    <w:rsid w:val="00B25AEA"/>
    <w:rsid w:val="00B94223"/>
    <w:rsid w:val="00D41F50"/>
    <w:rsid w:val="00DB1E86"/>
    <w:rsid w:val="00E86DFD"/>
    <w:rsid w:val="00EF6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2AF"/>
    <w:rPr>
      <w:rFonts w:eastAsia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B62A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62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2AF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3B62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B62AF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3B62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62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pollo\dling\profile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4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Tenafly Public Schools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dling</dc:creator>
  <cp:keywords/>
  <dc:description/>
  <cp:lastModifiedBy>dling</cp:lastModifiedBy>
  <cp:revision>1</cp:revision>
  <dcterms:created xsi:type="dcterms:W3CDTF">2011-05-02T15:15:00Z</dcterms:created>
  <dcterms:modified xsi:type="dcterms:W3CDTF">2011-05-02T15:19:00Z</dcterms:modified>
</cp:coreProperties>
</file>